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662BA6" w:rsidRPr="00091D6D">
        <w:trPr>
          <w:trHeight w:val="280"/>
          <w:jc w:val="center"/>
        </w:trPr>
        <w:tc>
          <w:tcPr>
            <w:tcW w:w="333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662BA6" w:rsidRPr="00091D6D" w:rsidRDefault="00662BA6" w:rsidP="00795F57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Контролор</w:t>
            </w:r>
          </w:p>
          <w:p w:rsidR="00662BA6" w:rsidRPr="00091D6D" w:rsidRDefault="00662BA6" w:rsidP="00795F57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blPrEx>
          <w:tblInd w:w="0" w:type="nil"/>
        </w:tblPrEx>
        <w:trPr>
          <w:trHeight w:val="280"/>
          <w:jc w:val="center"/>
        </w:trPr>
        <w:tc>
          <w:tcPr>
            <w:tcW w:w="243" w:type="dxa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4</w:t>
            </w: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</w:t>
            </w: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</w:t>
            </w: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</w:t>
            </w: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6</w:t>
            </w: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4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8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7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8</w:t>
            </w: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7</w:t>
            </w: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662BA6" w:rsidRPr="00737E94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0</w:t>
            </w: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blPrEx>
          <w:tblInd w:w="0" w:type="nil"/>
        </w:tblPrEx>
        <w:trPr>
          <w:trHeight w:val="527"/>
          <w:jc w:val="center"/>
        </w:trPr>
        <w:tc>
          <w:tcPr>
            <w:tcW w:w="243" w:type="dxa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blPrEx>
          <w:tblInd w:w="0" w:type="nil"/>
        </w:tblPrEx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662BA6" w:rsidRPr="00091D6D" w:rsidRDefault="00662BA6" w:rsidP="00795F57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Вид.</w:t>
            </w:r>
          </w:p>
          <w:p w:rsidR="00662BA6" w:rsidRPr="00091D6D" w:rsidRDefault="00662BA6" w:rsidP="00795F57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662BA6" w:rsidRPr="00091D6D" w:rsidRDefault="00662BA6">
            <w:pPr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662BA6" w:rsidRPr="00091D6D" w:rsidRDefault="00662BA6">
      <w:pPr>
        <w:rPr>
          <w:rFonts w:ascii="Arial Narrow" w:hAnsi="Arial Narrow" w:cs="Arial Narrow"/>
          <w:sz w:val="22"/>
          <w:szCs w:val="22"/>
          <w:lang w:val="mk-MK"/>
        </w:rPr>
      </w:pPr>
    </w:p>
    <w:p w:rsidR="00662BA6" w:rsidRDefault="00662BA6">
      <w:pPr>
        <w:rPr>
          <w:rFonts w:ascii="Arial Narrow" w:hAnsi="Arial Narrow" w:cs="Arial Narrow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 w:cs="Arial Narrow"/>
          <w:sz w:val="22"/>
          <w:szCs w:val="22"/>
          <w:lang w:val="mk-MK"/>
        </w:rPr>
        <w:t>_</w:t>
      </w:r>
      <w:r>
        <w:rPr>
          <w:rFonts w:ascii="Arial Narrow" w:hAnsi="Arial Narrow" w:cs="Arial Narrow"/>
          <w:sz w:val="22"/>
          <w:szCs w:val="22"/>
          <w:lang w:val="mk-MK"/>
        </w:rPr>
        <w:t xml:space="preserve">Јну  Институт  за Духовно културно Наследство на Албанците    </w:t>
      </w:r>
    </w:p>
    <w:p w:rsidR="00662BA6" w:rsidRPr="00091D6D" w:rsidRDefault="00662BA6">
      <w:pPr>
        <w:rPr>
          <w:rFonts w:ascii="Arial Narrow" w:hAnsi="Arial Narrow" w:cs="Arial Narrow"/>
          <w:sz w:val="22"/>
          <w:szCs w:val="22"/>
          <w:lang w:val="mk-MK"/>
        </w:rPr>
      </w:pPr>
      <w:r>
        <w:rPr>
          <w:rFonts w:ascii="Arial Narrow" w:hAnsi="Arial Narrow" w:cs="Arial Narrow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 w:cs="Arial Narrow"/>
          <w:b/>
          <w:bCs/>
          <w:sz w:val="22"/>
          <w:szCs w:val="22"/>
          <w:lang w:val="mk-MK"/>
        </w:rPr>
        <w:t>Адреса, седиште и телефон</w:t>
      </w:r>
      <w:r>
        <w:rPr>
          <w:rFonts w:ascii="Arial Narrow" w:hAnsi="Arial Narrow" w:cs="Arial Narrow"/>
          <w:b/>
          <w:bCs/>
          <w:sz w:val="22"/>
          <w:szCs w:val="22"/>
          <w:lang w:val="mk-MK"/>
        </w:rPr>
        <w:t xml:space="preserve">  Ул Покриена Чаршија Куршумли –ан 070-290-468</w:t>
      </w:r>
    </w:p>
    <w:p w:rsidR="00662BA6" w:rsidRPr="00091D6D" w:rsidRDefault="00662BA6" w:rsidP="00795F57">
      <w:pPr>
        <w:tabs>
          <w:tab w:val="left" w:pos="4678"/>
        </w:tabs>
        <w:rPr>
          <w:rFonts w:ascii="Arial Narrow" w:hAnsi="Arial Narrow" w:cs="Arial Narrow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 w:cs="Arial Narrow"/>
          <w:sz w:val="22"/>
          <w:szCs w:val="22"/>
          <w:lang w:val="mk-MK"/>
        </w:rPr>
        <w:t>_</w:t>
      </w:r>
      <w:r>
        <w:rPr>
          <w:rFonts w:ascii="Arial Narrow" w:hAnsi="Arial Narrow" w:cs="Arial Narrow"/>
          <w:sz w:val="22"/>
          <w:szCs w:val="22"/>
          <w:lang w:val="mk-MK"/>
        </w:rPr>
        <w:t>4030007640340</w:t>
      </w:r>
    </w:p>
    <w:p w:rsidR="00662BA6" w:rsidRPr="00091D6D" w:rsidRDefault="00662BA6">
      <w:pPr>
        <w:pBdr>
          <w:top w:val="single" w:sz="2" w:space="1" w:color="000000"/>
        </w:pBdr>
        <w:ind w:right="24"/>
        <w:jc w:val="center"/>
        <w:rPr>
          <w:rFonts w:ascii="Arial Narrow" w:hAnsi="Arial Narrow" w:cs="Arial Narrow"/>
          <w:sz w:val="22"/>
          <w:szCs w:val="22"/>
          <w:lang w:val="mk-MK"/>
        </w:rPr>
      </w:pPr>
    </w:p>
    <w:p w:rsidR="00662BA6" w:rsidRPr="00091D6D" w:rsidRDefault="00662BA6">
      <w:pPr>
        <w:pBdr>
          <w:top w:val="single" w:sz="2" w:space="1" w:color="000000"/>
        </w:pBdr>
        <w:ind w:right="24"/>
        <w:jc w:val="center"/>
        <w:rPr>
          <w:rFonts w:ascii="Arial Narrow" w:hAnsi="Arial Narrow" w:cs="Arial Narrow"/>
          <w:sz w:val="22"/>
          <w:szCs w:val="22"/>
          <w:lang w:val="mk-MK"/>
        </w:rPr>
      </w:pPr>
    </w:p>
    <w:p w:rsidR="00662BA6" w:rsidRPr="00091D6D" w:rsidRDefault="00662BA6">
      <w:pPr>
        <w:pBdr>
          <w:top w:val="single" w:sz="2" w:space="1" w:color="000000"/>
        </w:pBdr>
        <w:ind w:right="24"/>
        <w:jc w:val="center"/>
        <w:rPr>
          <w:rFonts w:ascii="Arial Narrow" w:hAnsi="Arial Narrow" w:cs="Arial Narrow"/>
          <w:sz w:val="22"/>
          <w:szCs w:val="22"/>
          <w:lang w:val="mk-MK"/>
        </w:rPr>
      </w:pPr>
    </w:p>
    <w:p w:rsidR="00662BA6" w:rsidRPr="00091D6D" w:rsidRDefault="00662BA6">
      <w:pPr>
        <w:pBdr>
          <w:top w:val="single" w:sz="2" w:space="1" w:color="000000"/>
        </w:pBdr>
        <w:ind w:right="24"/>
        <w:jc w:val="center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662BA6" w:rsidRPr="00091D6D" w:rsidRDefault="00662BA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 w:cs="Arial Narrow"/>
          <w:sz w:val="22"/>
          <w:szCs w:val="22"/>
        </w:rPr>
      </w:pPr>
      <w:r w:rsidRPr="00091D6D">
        <w:rPr>
          <w:rFonts w:ascii="Arial Narrow" w:hAnsi="Arial Narrow" w:cs="Arial Narrow"/>
          <w:sz w:val="22"/>
          <w:szCs w:val="22"/>
        </w:rPr>
        <w:t>ПРИХОДИ И РАСХОДИ</w:t>
      </w:r>
    </w:p>
    <w:p w:rsidR="00662BA6" w:rsidRPr="00091D6D" w:rsidRDefault="00662BA6" w:rsidP="00795F57">
      <w:pPr>
        <w:spacing w:before="58"/>
        <w:ind w:hanging="425"/>
        <w:jc w:val="center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во текот на годината - Биланс на приходите и расходите</w:t>
      </w:r>
    </w:p>
    <w:p w:rsidR="00662BA6" w:rsidRPr="00091D6D" w:rsidRDefault="00662BA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 w:cs="Arial Narrow"/>
          <w:color w:val="000000"/>
          <w:sz w:val="22"/>
          <w:szCs w:val="22"/>
          <w:lang w:val="mk-MK"/>
        </w:rPr>
        <w:t xml:space="preserve">  </w:t>
      </w:r>
      <w:r w:rsidRPr="00737E94">
        <w:rPr>
          <w:rFonts w:ascii="Arial Narrow" w:hAnsi="Arial Narrow" w:cs="Arial Narrow"/>
          <w:b/>
          <w:bCs/>
          <w:color w:val="000000"/>
          <w:sz w:val="22"/>
          <w:szCs w:val="22"/>
          <w:lang w:val="mk-MK"/>
        </w:rPr>
        <w:t>31,12,201</w:t>
      </w: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>6</w:t>
      </w:r>
      <w:r>
        <w:rPr>
          <w:rFonts w:ascii="Arial Narrow" w:hAnsi="Arial Narrow" w:cs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година</w:t>
      </w:r>
    </w:p>
    <w:p w:rsidR="00662BA6" w:rsidRPr="00091D6D" w:rsidRDefault="00662BA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Arial Narrow"/>
          <w:color w:val="000000"/>
          <w:sz w:val="22"/>
          <w:szCs w:val="22"/>
          <w:lang w:val="mk-MK"/>
        </w:rPr>
        <w:sectPr w:rsidR="00662BA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662BA6" w:rsidRPr="00091D6D" w:rsidRDefault="00662BA6" w:rsidP="00795F57">
      <w:pPr>
        <w:spacing w:after="67"/>
        <w:jc w:val="center"/>
        <w:rPr>
          <w:rFonts w:ascii="Arial Narrow" w:hAnsi="Arial Narrow" w:cs="Arial Narrow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(во денари)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662BA6" w:rsidRP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95F57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95F57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662BA6" w:rsidRPr="00091D6D" w:rsidRDefault="00662BA6" w:rsidP="00795F57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95F57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95F57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95F57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95F57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95F57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62BA6" w:rsidRPr="00091D6D" w:rsidRDefault="00662BA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95F57">
            <w:pPr>
              <w:shd w:val="clear" w:color="auto" w:fill="FFFFFF"/>
              <w:ind w:left="1066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95F57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 w:rsidP="00795F57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62BA6" w:rsidRP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righ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1066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righ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62BA6" w:rsidRPr="00091D6D" w:rsidRDefault="00662BA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62BA6" w:rsidRPr="00091D6D" w:rsidRDefault="00662BA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662BA6" w:rsidRP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62BA6" w:rsidRP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РАСХОДИ:</w:t>
            </w:r>
          </w:p>
          <w:p w:rsidR="00662BA6" w:rsidRPr="00091D6D" w:rsidRDefault="00662BA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I.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ТЕКОВНИ РАСХОДИ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662BA6" w:rsidRPr="00091D6D" w:rsidRDefault="00662BA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</w:t>
            </w:r>
          </w:p>
          <w:p w:rsidR="00662BA6" w:rsidRPr="00297C2E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 468.813  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737E94" w:rsidRDefault="00662BA6" w:rsidP="00737E94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 w:rsidP="00737E94">
            <w:pPr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737E94" w:rsidRDefault="00662BA6" w:rsidP="00737E94">
            <w:pPr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486.171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62BA6" w:rsidRP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а) ПЛАТИ И НАДОМЕСТОЦИ </w:t>
            </w:r>
          </w:p>
          <w:p w:rsidR="00662BA6" w:rsidRPr="00091D6D" w:rsidRDefault="00662BA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   (од 003 до 006)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Плати и надоместоци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662BA6" w:rsidRPr="00091D6D" w:rsidRDefault="00662BA6" w:rsidP="00CD2FE9">
            <w:pPr>
              <w:shd w:val="clear" w:color="auto" w:fill="FFFFFF"/>
              <w:ind w:left="4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б) РЕЗЕРВИ И НЕДЕФИНИРАНИ РАСХОДИ (од 008 до 011)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662BA6" w:rsidRPr="00091D6D" w:rsidRDefault="00662BA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662BA6" w:rsidRPr="00091D6D" w:rsidRDefault="00662BA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</w:t>
            </w:r>
          </w:p>
          <w:p w:rsidR="00662BA6" w:rsidRPr="00E4494B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Arial Narrow"/>
                <w:sz w:val="22"/>
                <w:szCs w:val="22"/>
              </w:rPr>
              <w:t>468.813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 w:rsidP="00737E94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737E94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486.171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      </w:t>
            </w:r>
          </w:p>
        </w:tc>
      </w:tr>
      <w:tr w:rsidR="00662BA6" w:rsidRP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5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          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BE03A3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    </w:t>
            </w:r>
          </w:p>
        </w:tc>
      </w:tr>
      <w:tr w:rsidR="00662BA6" w:rsidRP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5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BE03A3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    4.735</w:t>
            </w:r>
          </w:p>
        </w:tc>
      </w:tr>
    </w:tbl>
    <w:p w:rsidR="00662BA6" w:rsidRPr="00091D6D" w:rsidRDefault="00662BA6">
      <w:pPr>
        <w:rPr>
          <w:rFonts w:ascii="Arial Narrow" w:hAnsi="Arial Narrow" w:cs="Arial Narrow"/>
          <w:sz w:val="22"/>
          <w:szCs w:val="22"/>
          <w:lang w:val="mk-MK"/>
        </w:rPr>
        <w:sectPr w:rsidR="00662BA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662BA6" w:rsidRPr="00091D6D" w:rsidRDefault="00662BA6">
      <w:pPr>
        <w:spacing w:after="43"/>
        <w:rPr>
          <w:rFonts w:ascii="Arial Narrow" w:hAnsi="Arial Narrow" w:cs="Arial Narrow"/>
          <w:sz w:val="22"/>
          <w:szCs w:val="22"/>
          <w:lang w:val="mk-MK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662BA6" w:rsidRPr="00091D6D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Ред.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бр.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62BA6" w:rsidRPr="00091D6D" w:rsidRDefault="00662BA6" w:rsidP="00091D6D">
            <w:pPr>
              <w:shd w:val="clear" w:color="auto" w:fill="FFFFFF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091D6D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62BA6" w:rsidRPr="00091D6D" w:rsidRDefault="00662BA6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62BA6" w:rsidRPr="00091D6D" w:rsidRDefault="00662BA6" w:rsidP="00724CB0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091D6D">
            <w:pPr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662BA6" w:rsidRPr="00091D6D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62BA6" w:rsidRPr="00091D6D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62BA6" w:rsidRPr="00091D6D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E4494B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             5.330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DB57A6" w:rsidRDefault="00662BA6" w:rsidP="00BE03A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662BA6" w:rsidRPr="00091D6D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86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E4494B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             11.185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DB57A6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                </w:t>
            </w:r>
          </w:p>
        </w:tc>
      </w:tr>
      <w:tr w:rsidR="00662BA6" w:rsidRPr="00091D6D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E4494B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</w:t>
            </w:r>
            <w:r>
              <w:rPr>
                <w:rFonts w:ascii="Arial Narrow" w:hAnsi="Arial Narrow" w:cs="Arial Narrow"/>
                <w:sz w:val="22"/>
                <w:szCs w:val="22"/>
              </w:rPr>
              <w:t>442.298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DB57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479.786</w:t>
            </w:r>
          </w:p>
        </w:tc>
      </w:tr>
      <w:tr w:rsidR="00662BA6" w:rsidRPr="00091D6D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</w:t>
            </w:r>
            <w:r>
              <w:rPr>
                <w:rFonts w:ascii="Arial Narrow" w:hAnsi="Arial Narrow" w:cs="Arial Narrow"/>
                <w:sz w:val="22"/>
                <w:szCs w:val="22"/>
              </w:rPr>
              <w:t>10.000</w:t>
            </w:r>
          </w:p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632A40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    1.650</w:t>
            </w:r>
          </w:p>
        </w:tc>
      </w:tr>
      <w:tr w:rsidR="00662BA6" w:rsidRPr="00091D6D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662BA6" w:rsidRPr="00091D6D" w:rsidRDefault="00662BA6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ind w:left="6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ind w:left="444" w:hanging="425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ind w:left="19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ind w:left="19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Arial Narrow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662BA6" w:rsidRPr="00091D6D" w:rsidRDefault="00662BA6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662BA6" w:rsidRPr="00091D6D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040 до 043)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Ред.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бр.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62BA6" w:rsidRPr="00091D6D" w:rsidRDefault="00662BA6" w:rsidP="00724CB0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A46B82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   с</w:t>
            </w:r>
          </w:p>
          <w:p w:rsidR="00662BA6" w:rsidRPr="00091D6D" w:rsidRDefault="00662BA6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662BA6" w:rsidRPr="00091D6D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163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62BA6" w:rsidRPr="00091D6D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II.  КАПИТАЛНИ РАСХОДИ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662BA6" w:rsidRPr="00091D6D" w:rsidRDefault="00662BA6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662BA6" w:rsidRPr="00091D6D" w:rsidRDefault="00662BA6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662BA6" w:rsidRPr="00091D6D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III.  ОТПЛАТА НА ГЛАВНИНА                    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ind w:left="4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napToGrid w:val="0"/>
              <w:ind w:left="7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100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ind w:left="4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napToGrid w:val="0"/>
              <w:ind w:left="72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100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ind w:left="4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A46B82">
            <w:pPr>
              <w:snapToGrid w:val="0"/>
              <w:ind w:left="313" w:hanging="294"/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662BA6" w:rsidRPr="00091D6D" w:rsidRDefault="00662BA6" w:rsidP="00A46B82">
            <w:pPr>
              <w:snapToGrid w:val="0"/>
              <w:ind w:left="313" w:hanging="294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 w:rsidP="00737E94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          </w:t>
            </w:r>
          </w:p>
          <w:p w:rsidR="00662BA6" w:rsidRPr="00737E94" w:rsidRDefault="00662BA6" w:rsidP="00737E94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           468.813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</w:p>
          <w:p w:rsidR="00662BA6" w:rsidRPr="00DB57A6" w:rsidRDefault="00662BA6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>486171</w:t>
            </w:r>
          </w:p>
        </w:tc>
      </w:tr>
      <w:tr w:rsidR="00662BA6" w:rsidRPr="00091D6D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662BA6" w:rsidRPr="00FC033A" w:rsidRDefault="00662BA6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 w:cs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297C2E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201.656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DB57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    8.605</w:t>
            </w:r>
          </w:p>
        </w:tc>
      </w:tr>
      <w:tr w:rsidR="00662BA6" w:rsidRPr="00091D6D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>812 и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62BA6" w:rsidRDefault="00662BA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62BA6" w:rsidRDefault="00662BA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Arial Narrow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662BA6" w:rsidRPr="00091D6D" w:rsidRDefault="00662BA6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</w:t>
            </w:r>
          </w:p>
          <w:p w:rsidR="00662BA6" w:rsidRPr="00297C2E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201.656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     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Arial Narrow" w:hAnsi="Arial Narrow" w:cs="Arial Narrow"/>
                <w:sz w:val="22"/>
                <w:szCs w:val="22"/>
              </w:rPr>
              <w:t>8.605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</w:t>
            </w:r>
          </w:p>
        </w:tc>
      </w:tr>
      <w:tr w:rsidR="00662BA6" w:rsidRPr="00091D6D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РАСПОРЕДУВАЊЕ НА НЕТО ВИШОКОТ НА ПРИХОДИТЕ-ДОБИВКАТА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(од 064 до 066)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297C2E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201.656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</w:p>
          <w:p w:rsidR="00662BA6" w:rsidRPr="00897968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</w:p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 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      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 w:cs="Arial Narrow"/>
                <w:sz w:val="22"/>
                <w:szCs w:val="22"/>
              </w:rPr>
              <w:t>8.605</w:t>
            </w:r>
          </w:p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</w:t>
            </w:r>
          </w:p>
        </w:tc>
      </w:tr>
      <w:tr w:rsidR="00662BA6" w:rsidRPr="00091D6D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297C2E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201.656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897968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    8.605</w:t>
            </w:r>
          </w:p>
        </w:tc>
      </w:tr>
      <w:tr w:rsidR="00662BA6" w:rsidRPr="00091D6D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Ред.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бр.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BA6" w:rsidRPr="00091D6D" w:rsidRDefault="00662BA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62BA6" w:rsidRPr="00091D6D" w:rsidRDefault="00662BA6" w:rsidP="00724CB0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6C5A67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   с</w:t>
            </w:r>
          </w:p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BA6" w:rsidRPr="00091D6D" w:rsidRDefault="00662BA6">
            <w:pPr>
              <w:shd w:val="clear" w:color="auto" w:fill="FFFFFF"/>
              <w:snapToGrid w:val="0"/>
              <w:ind w:left="163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62BA6" w:rsidRPr="00091D6D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62BA6" w:rsidRPr="00FC033A" w:rsidRDefault="00662BA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 w:cs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(059+060) = 105 </w:t>
            </w:r>
          </w:p>
          <w:p w:rsidR="00662BA6" w:rsidRPr="00FC033A" w:rsidRDefault="00662BA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62BA6" w:rsidRPr="00091D6D" w:rsidRDefault="00662BA6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                 </w:t>
            </w:r>
          </w:p>
          <w:p w:rsidR="00662BA6" w:rsidRPr="00297C2E" w:rsidRDefault="00662BA6" w:rsidP="00315B4A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670.469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 w:rsidP="00724CB0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315B4A" w:rsidRDefault="00662BA6" w:rsidP="00315B4A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 w:rsidP="00315B4A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315B4A" w:rsidRDefault="00662BA6" w:rsidP="00315B4A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494.776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</w:t>
            </w: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snapToGrid w:val="0"/>
              <w:ind w:left="53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662BA6" w:rsidRPr="00091D6D" w:rsidRDefault="00662BA6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5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5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5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662BA6" w:rsidRPr="00091D6D" w:rsidRDefault="00662BA6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662BA6" w:rsidRPr="00091D6D" w:rsidRDefault="00662BA6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(од 07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77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67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7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67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Други владини услуги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7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(од 083 до 08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86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86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napToGrid w:val="0"/>
              <w:spacing w:line="226" w:lineRule="exact"/>
              <w:ind w:left="8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napToGrid w:val="0"/>
              <w:ind w:right="43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ind w:right="5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 w:cs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 w:cs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 w:cs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662BA6" w:rsidRPr="00091D6D" w:rsidRDefault="00662BA6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 w:cs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 w:cs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 </w:t>
            </w:r>
          </w:p>
          <w:p w:rsidR="00662BA6" w:rsidRPr="00297C2E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670.469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897968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494.776</w:t>
            </w:r>
          </w:p>
        </w:tc>
      </w:tr>
    </w:tbl>
    <w:p w:rsidR="00662BA6" w:rsidRPr="00091D6D" w:rsidRDefault="00662BA6">
      <w:pPr>
        <w:rPr>
          <w:rFonts w:ascii="Arial Narrow" w:hAnsi="Arial Narrow" w:cs="Arial Narrow"/>
          <w:sz w:val="22"/>
          <w:szCs w:val="22"/>
          <w:lang w:val="mk-MK"/>
        </w:rPr>
        <w:sectPr w:rsidR="00662BA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662BA6" w:rsidRPr="00091D6D" w:rsidRDefault="00662BA6">
      <w:pPr>
        <w:spacing w:after="62"/>
        <w:rPr>
          <w:rFonts w:ascii="Arial Narrow" w:hAnsi="Arial Narrow" w:cs="Arial Narrow"/>
          <w:sz w:val="22"/>
          <w:szCs w:val="22"/>
          <w:lang w:val="mk-MK"/>
        </w:rPr>
      </w:pPr>
    </w:p>
    <w:tbl>
      <w:tblPr>
        <w:tblW w:w="9118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662BA6" w:rsidRPr="00091D6D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Ред.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бр.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62BA6" w:rsidRPr="00091D6D" w:rsidRDefault="00662BA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hd w:val="clear" w:color="auto" w:fill="FFFFFF"/>
              <w:ind w:left="1075"/>
              <w:rPr>
                <w:rFonts w:ascii="Arial Narrow" w:hAnsi="Arial Narrow" w:cs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 w:rsidP="00724CB0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D5688F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о   с</w:t>
            </w:r>
          </w:p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62BA6" w:rsidRPr="00091D6D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1632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62BA6" w:rsidRPr="00091D6D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6C5A67">
            <w:pPr>
              <w:shd w:val="clear" w:color="auto" w:fill="FFFFFF"/>
              <w:snapToGrid w:val="0"/>
              <w:jc w:val="both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E4494B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         670.469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482A93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</w:rPr>
              <w:t xml:space="preserve">                494.776</w:t>
            </w:r>
          </w:p>
        </w:tc>
      </w:tr>
      <w:tr w:rsidR="00662BA6" w:rsidRPr="00091D6D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6C5A67">
            <w:pPr>
              <w:shd w:val="clear" w:color="auto" w:fill="FFFFFF"/>
              <w:snapToGrid w:val="0"/>
              <w:jc w:val="both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6C5A67">
            <w:pPr>
              <w:shd w:val="clear" w:color="auto" w:fill="FFFFFF"/>
              <w:snapToGrid w:val="0"/>
              <w:jc w:val="both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 w:rsidP="006C5A67">
            <w:pPr>
              <w:shd w:val="clear" w:color="auto" w:fill="FFFFFF"/>
              <w:snapToGrid w:val="0"/>
              <w:jc w:val="both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(од 09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Default="00662BA6">
            <w:pPr>
              <w:shd w:val="clear" w:color="auto" w:fill="FFFFFF"/>
              <w:snapToGrid w:val="0"/>
              <w:ind w:left="4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>
            <w:pPr>
              <w:shd w:val="clear" w:color="auto" w:fill="FFFFFF"/>
              <w:snapToGrid w:val="0"/>
              <w:ind w:left="4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34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3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5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43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 w:cs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662BA6" w:rsidRPr="00091D6D" w:rsidRDefault="00662BA6">
            <w:pPr>
              <w:shd w:val="clear" w:color="auto" w:fill="FFFFFF"/>
              <w:ind w:left="48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napToGrid w:val="0"/>
              <w:ind w:left="45" w:right="40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62BA6" w:rsidRPr="00091D6D" w:rsidRDefault="00662BA6">
            <w:pPr>
              <w:snapToGrid w:val="0"/>
              <w:ind w:left="45" w:right="4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662BA6" w:rsidRPr="00091D6D" w:rsidRDefault="00662BA6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297C2E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     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</w:t>
            </w:r>
            <w:r>
              <w:rPr>
                <w:rFonts w:ascii="Arial Narrow" w:hAnsi="Arial Narrow" w:cs="Arial Narrow"/>
                <w:sz w:val="22"/>
                <w:szCs w:val="22"/>
              </w:rPr>
              <w:t>670.469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494.776</w:t>
            </w: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</w:t>
            </w:r>
          </w:p>
        </w:tc>
      </w:tr>
      <w:tr w:rsidR="00662BA6" w:rsidRPr="00091D6D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662BA6" w:rsidRPr="00091D6D" w:rsidRDefault="00662BA6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  <w:tr w:rsidR="00662BA6" w:rsidRPr="00091D6D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662BA6" w:rsidRPr="00091D6D" w:rsidRDefault="00662BA6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E4494B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           </w:t>
            </w:r>
            <w:r>
              <w:rPr>
                <w:rFonts w:ascii="Arial Narrow" w:hAnsi="Arial Narrow" w:cs="Arial Narrow"/>
                <w:sz w:val="22"/>
                <w:szCs w:val="22"/>
              </w:rPr>
              <w:t>670.469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  <w:p w:rsidR="00662BA6" w:rsidRPr="00897968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                  494.776</w:t>
            </w:r>
          </w:p>
        </w:tc>
      </w:tr>
      <w:tr w:rsidR="00662BA6" w:rsidRPr="00091D6D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ind w:left="67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662BA6" w:rsidRPr="00091D6D" w:rsidRDefault="00662BA6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 w:cs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662BA6" w:rsidRPr="00091D6D" w:rsidRDefault="00662BA6">
            <w:pPr>
              <w:shd w:val="clear" w:color="auto" w:fill="FFFFFF"/>
              <w:snapToGrid w:val="0"/>
              <w:jc w:val="center"/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Arial Narrow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62BA6" w:rsidRPr="00091D6D" w:rsidRDefault="00662BA6">
            <w:pPr>
              <w:shd w:val="clear" w:color="auto" w:fill="FFFFFF"/>
              <w:autoSpaceDE/>
              <w:snapToGrid w:val="0"/>
              <w:rPr>
                <w:rFonts w:ascii="Arial Narrow" w:hAnsi="Arial Narrow" w:cs="Arial Narrow"/>
                <w:sz w:val="22"/>
                <w:szCs w:val="22"/>
                <w:lang w:val="mk-MK"/>
              </w:rPr>
            </w:pPr>
          </w:p>
        </w:tc>
      </w:tr>
    </w:tbl>
    <w:p w:rsidR="00662BA6" w:rsidRPr="00091D6D" w:rsidRDefault="00662BA6">
      <w:pPr>
        <w:rPr>
          <w:rFonts w:ascii="Arial Narrow" w:hAnsi="Arial Narrow" w:cs="Arial Narrow"/>
          <w:sz w:val="22"/>
          <w:szCs w:val="22"/>
          <w:lang w:val="mk-MK"/>
        </w:rPr>
        <w:sectPr w:rsidR="00662BA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662BA6" w:rsidRPr="00091D6D" w:rsidRDefault="00662BA6">
      <w:pPr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Pr="00091D6D" w:rsidRDefault="00662BA6">
      <w:pPr>
        <w:rPr>
          <w:rFonts w:ascii="Arial Narrow" w:hAnsi="Arial Narrow" w:cs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 w:cs="Arial Narrow"/>
          <w:color w:val="000000"/>
          <w:sz w:val="22"/>
          <w:szCs w:val="22"/>
          <w:lang w:val="mk-MK"/>
        </w:rPr>
        <w:t>Скопје</w:t>
      </w: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_</w:t>
      </w:r>
    </w:p>
    <w:p w:rsidR="00662BA6" w:rsidRPr="00091D6D" w:rsidRDefault="00662BA6">
      <w:pPr>
        <w:spacing w:before="211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 w:cs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ден_______</w:t>
      </w:r>
    </w:p>
    <w:p w:rsidR="00662BA6" w:rsidRPr="00091D6D" w:rsidRDefault="00662BA6">
      <w:pPr>
        <w:spacing w:before="5" w:line="216" w:lineRule="exact"/>
        <w:ind w:left="869" w:hanging="869"/>
        <w:rPr>
          <w:rFonts w:ascii="Arial Narrow" w:hAnsi="Arial Narrow" w:cs="Arial Narrow"/>
          <w:sz w:val="22"/>
          <w:szCs w:val="22"/>
          <w:lang w:val="mk-MK"/>
        </w:rPr>
      </w:pPr>
    </w:p>
    <w:p w:rsidR="00662BA6" w:rsidRPr="00091D6D" w:rsidRDefault="00662BA6">
      <w:pPr>
        <w:spacing w:before="5" w:line="216" w:lineRule="exact"/>
        <w:ind w:left="869" w:hanging="869"/>
        <w:rPr>
          <w:rFonts w:ascii="Arial Narrow" w:hAnsi="Arial Narrow" w:cs="Arial Narrow"/>
          <w:sz w:val="22"/>
          <w:szCs w:val="22"/>
          <w:lang w:val="mk-MK"/>
        </w:rPr>
      </w:pPr>
    </w:p>
    <w:p w:rsidR="00662BA6" w:rsidRPr="00091D6D" w:rsidRDefault="00662BA6">
      <w:pPr>
        <w:spacing w:before="5" w:line="216" w:lineRule="exact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5" w:line="216" w:lineRule="exact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5" w:line="216" w:lineRule="exact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5" w:line="216" w:lineRule="exact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Pr="00091D6D" w:rsidRDefault="00662BA6">
      <w:pPr>
        <w:spacing w:before="5" w:line="216" w:lineRule="exact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662BA6" w:rsidRPr="00091D6D" w:rsidRDefault="00662BA6" w:rsidP="0008307F">
      <w:pPr>
        <w:spacing w:before="5" w:line="216" w:lineRule="exact"/>
        <w:ind w:left="869" w:hanging="869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>
        <w:rPr>
          <w:rFonts w:ascii="Arial Narrow" w:hAnsi="Arial Narrow" w:cs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илансот</w:t>
      </w:r>
    </w:p>
    <w:p w:rsidR="00662BA6" w:rsidRPr="00091D6D" w:rsidRDefault="00662BA6">
      <w:pPr>
        <w:spacing w:before="5" w:line="216" w:lineRule="exact"/>
        <w:ind w:left="869" w:hanging="869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Pr="00091D6D" w:rsidRDefault="00662BA6">
      <w:pPr>
        <w:spacing w:before="5" w:line="216" w:lineRule="exact"/>
        <w:ind w:left="869" w:hanging="869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Pr="00091D6D" w:rsidRDefault="00662BA6">
      <w:pPr>
        <w:pStyle w:val="BlockText"/>
        <w:rPr>
          <w:rFonts w:ascii="Arial Narrow" w:hAnsi="Arial Narrow" w:cs="Arial Narrow"/>
          <w:sz w:val="22"/>
          <w:szCs w:val="22"/>
          <w:lang w:val="mk-MK"/>
        </w:rPr>
      </w:pPr>
      <w:r>
        <w:rPr>
          <w:rFonts w:ascii="Arial Narrow" w:hAnsi="Arial Narrow" w:cs="Arial Narrow"/>
          <w:sz w:val="22"/>
          <w:szCs w:val="22"/>
          <w:lang w:val="mk-MK"/>
        </w:rPr>
        <w:t>______________</w:t>
      </w:r>
    </w:p>
    <w:p w:rsidR="00662BA6" w:rsidRDefault="00662BA6">
      <w:pPr>
        <w:spacing w:before="221"/>
        <w:rPr>
          <w:rFonts w:ascii="Arial Narrow" w:hAnsi="Arial Narrow" w:cs="Arial Narrow"/>
          <w:sz w:val="22"/>
          <w:szCs w:val="22"/>
          <w:lang w:val="mk-MK"/>
        </w:rPr>
      </w:pPr>
    </w:p>
    <w:p w:rsidR="00662BA6" w:rsidRPr="00091D6D" w:rsidRDefault="00662BA6">
      <w:pPr>
        <w:spacing w:before="221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 w:cs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 w:cs="Arial Narrow"/>
          <w:color w:val="000000"/>
          <w:sz w:val="22"/>
          <w:szCs w:val="22"/>
          <w:lang w:val="mk-MK"/>
        </w:rPr>
        <w:t xml:space="preserve">   </w:t>
      </w:r>
    </w:p>
    <w:p w:rsidR="00662BA6" w:rsidRPr="00091D6D" w:rsidRDefault="00662BA6">
      <w:pPr>
        <w:spacing w:before="10"/>
        <w:rPr>
          <w:rFonts w:ascii="Arial Narrow" w:hAnsi="Arial Narrow" w:cs="Arial Narrow"/>
          <w:sz w:val="22"/>
          <w:szCs w:val="22"/>
          <w:lang w:val="mk-MK"/>
        </w:rPr>
      </w:pPr>
    </w:p>
    <w:p w:rsidR="00662BA6" w:rsidRPr="00091D6D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</w:pPr>
      <w:r>
        <w:rPr>
          <w:rFonts w:ascii="Arial Narrow" w:hAnsi="Arial Narrow" w:cs="Arial Narrow"/>
          <w:color w:val="000000"/>
          <w:sz w:val="22"/>
          <w:szCs w:val="22"/>
          <w:lang w:val="mk-MK"/>
        </w:rPr>
        <w:t>Раководител</w:t>
      </w:r>
    </w:p>
    <w:p w:rsidR="00662BA6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</w:pPr>
    </w:p>
    <w:p w:rsidR="00662BA6" w:rsidRPr="00091D6D" w:rsidRDefault="00662BA6">
      <w:pPr>
        <w:spacing w:before="10"/>
        <w:rPr>
          <w:rFonts w:ascii="Arial Narrow" w:hAnsi="Arial Narrow" w:cs="Arial Narrow"/>
          <w:color w:val="000000"/>
          <w:sz w:val="22"/>
          <w:szCs w:val="22"/>
          <w:lang w:val="mk-MK"/>
        </w:rPr>
        <w:sectPr w:rsidR="00662BA6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 w:cs="Arial Narrow"/>
          <w:color w:val="000000"/>
          <w:sz w:val="22"/>
          <w:szCs w:val="22"/>
          <w:lang w:val="mk-MK"/>
        </w:rPr>
        <w:t>____________</w:t>
      </w:r>
    </w:p>
    <w:p w:rsidR="00662BA6" w:rsidRPr="00091D6D" w:rsidRDefault="00662BA6">
      <w:pPr>
        <w:spacing w:before="62"/>
        <w:rPr>
          <w:rFonts w:ascii="Arial Narrow" w:hAnsi="Arial Narrow" w:cs="Arial Narrow"/>
          <w:sz w:val="22"/>
          <w:szCs w:val="22"/>
          <w:lang w:val="mk-MK"/>
        </w:rPr>
        <w:sectPr w:rsidR="00662BA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 w:cs="Arial Narrow"/>
          <w:sz w:val="22"/>
          <w:szCs w:val="22"/>
          <w:lang w:val="mk-MK"/>
        </w:rPr>
        <w:t xml:space="preserve">                                                 </w:t>
      </w:r>
    </w:p>
    <w:p w:rsidR="00662BA6" w:rsidRPr="00F73A6E" w:rsidRDefault="00662BA6" w:rsidP="00F17D44">
      <w:pPr>
        <w:spacing w:before="29" w:line="418" w:lineRule="exact"/>
        <w:ind w:right="3629"/>
        <w:jc w:val="both"/>
        <w:rPr>
          <w:rFonts w:ascii="Arial Narrow" w:hAnsi="Arial Narrow" w:cs="Arial Narrow"/>
          <w:sz w:val="22"/>
          <w:szCs w:val="22"/>
        </w:rPr>
      </w:pPr>
    </w:p>
    <w:sectPr w:rsidR="00662BA6" w:rsidRPr="00F73A6E" w:rsidSect="00490D2F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AA0"/>
    <w:rsid w:val="00091D6D"/>
    <w:rsid w:val="00095BB8"/>
    <w:rsid w:val="000C44AA"/>
    <w:rsid w:val="00193241"/>
    <w:rsid w:val="001947CF"/>
    <w:rsid w:val="00297C2E"/>
    <w:rsid w:val="002D09CB"/>
    <w:rsid w:val="002F6D8F"/>
    <w:rsid w:val="00315B4A"/>
    <w:rsid w:val="00322A95"/>
    <w:rsid w:val="00325F22"/>
    <w:rsid w:val="004234E0"/>
    <w:rsid w:val="00482A93"/>
    <w:rsid w:val="00490D2F"/>
    <w:rsid w:val="004A2B65"/>
    <w:rsid w:val="005E2A52"/>
    <w:rsid w:val="006113B1"/>
    <w:rsid w:val="00632A40"/>
    <w:rsid w:val="00643B85"/>
    <w:rsid w:val="00662BA6"/>
    <w:rsid w:val="006C5A67"/>
    <w:rsid w:val="006F183E"/>
    <w:rsid w:val="00724CB0"/>
    <w:rsid w:val="0073081D"/>
    <w:rsid w:val="00737E94"/>
    <w:rsid w:val="00765E73"/>
    <w:rsid w:val="0077647F"/>
    <w:rsid w:val="007823A1"/>
    <w:rsid w:val="00795F57"/>
    <w:rsid w:val="00821148"/>
    <w:rsid w:val="008705B0"/>
    <w:rsid w:val="00897968"/>
    <w:rsid w:val="008B1917"/>
    <w:rsid w:val="008C71AC"/>
    <w:rsid w:val="009B2B29"/>
    <w:rsid w:val="009E5C4C"/>
    <w:rsid w:val="00A46B82"/>
    <w:rsid w:val="00B50F22"/>
    <w:rsid w:val="00B803FF"/>
    <w:rsid w:val="00BE03A3"/>
    <w:rsid w:val="00CD2FE9"/>
    <w:rsid w:val="00D5688F"/>
    <w:rsid w:val="00D61E98"/>
    <w:rsid w:val="00D6699F"/>
    <w:rsid w:val="00DB57A6"/>
    <w:rsid w:val="00DE27AA"/>
    <w:rsid w:val="00DF6054"/>
    <w:rsid w:val="00E4494B"/>
    <w:rsid w:val="00E66266"/>
    <w:rsid w:val="00E9374C"/>
    <w:rsid w:val="00ED77F6"/>
    <w:rsid w:val="00F17D44"/>
    <w:rsid w:val="00F37C90"/>
    <w:rsid w:val="00F73A6E"/>
    <w:rsid w:val="00FB0BF7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D2F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mk-M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490D2F"/>
  </w:style>
  <w:style w:type="character" w:customStyle="1" w:styleId="WW-Absatz-Standardschriftart">
    <w:name w:val="WW-Absatz-Standardschriftart"/>
    <w:uiPriority w:val="99"/>
    <w:rsid w:val="00490D2F"/>
  </w:style>
  <w:style w:type="character" w:customStyle="1" w:styleId="WW-Absatz-Standardschriftart1">
    <w:name w:val="WW-Absatz-Standardschriftart1"/>
    <w:uiPriority w:val="99"/>
    <w:rsid w:val="00490D2F"/>
  </w:style>
  <w:style w:type="character" w:customStyle="1" w:styleId="WW8Num1z0">
    <w:name w:val="WW8Num1z0"/>
    <w:uiPriority w:val="99"/>
    <w:rsid w:val="00490D2F"/>
    <w:rPr>
      <w:rFonts w:ascii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  <w:uiPriority w:val="99"/>
    <w:rsid w:val="00490D2F"/>
  </w:style>
  <w:style w:type="character" w:customStyle="1" w:styleId="RTFNum21">
    <w:name w:val="RTF_Num 2 1"/>
    <w:uiPriority w:val="99"/>
    <w:rsid w:val="00490D2F"/>
    <w:rPr>
      <w:rFonts w:ascii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uiPriority w:val="99"/>
    <w:rsid w:val="00490D2F"/>
    <w:rPr>
      <w:rFonts w:ascii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uiPriority w:val="99"/>
    <w:rsid w:val="00490D2F"/>
    <w:rPr>
      <w:rFonts w:ascii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uiPriority w:val="99"/>
    <w:rsid w:val="00490D2F"/>
    <w:rPr>
      <w:rFonts w:ascii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uiPriority w:val="99"/>
    <w:rsid w:val="00490D2F"/>
    <w:rPr>
      <w:rFonts w:ascii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uiPriority w:val="99"/>
    <w:rsid w:val="00490D2F"/>
    <w:rPr>
      <w:rFonts w:ascii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  <w:uiPriority w:val="99"/>
    <w:rsid w:val="00490D2F"/>
  </w:style>
  <w:style w:type="paragraph" w:customStyle="1" w:styleId="Heading">
    <w:name w:val="Heading"/>
    <w:basedOn w:val="Normal"/>
    <w:next w:val="BodyText"/>
    <w:uiPriority w:val="99"/>
    <w:rsid w:val="00490D2F"/>
    <w:pPr>
      <w:keepNext/>
      <w:spacing w:before="240" w:after="120"/>
    </w:pPr>
    <w:rPr>
      <w:rFonts w:eastAsia="MS Mincho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490D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43B85"/>
    <w:rPr>
      <w:rFonts w:ascii="Arial" w:hAnsi="Arial" w:cs="Arial"/>
      <w:sz w:val="20"/>
      <w:szCs w:val="20"/>
      <w:lang w:eastAsia="mk-MK"/>
    </w:rPr>
  </w:style>
  <w:style w:type="paragraph" w:styleId="List">
    <w:name w:val="List"/>
    <w:basedOn w:val="BodyText"/>
    <w:uiPriority w:val="99"/>
    <w:semiHidden/>
    <w:rsid w:val="00490D2F"/>
  </w:style>
  <w:style w:type="paragraph" w:styleId="Caption">
    <w:name w:val="caption"/>
    <w:basedOn w:val="Normal"/>
    <w:uiPriority w:val="99"/>
    <w:qFormat/>
    <w:rsid w:val="00490D2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490D2F"/>
  </w:style>
  <w:style w:type="paragraph" w:customStyle="1" w:styleId="Caption1">
    <w:name w:val="Caption1"/>
    <w:basedOn w:val="Normal"/>
    <w:uiPriority w:val="99"/>
    <w:rsid w:val="00490D2F"/>
    <w:pPr>
      <w:spacing w:before="120" w:after="120"/>
    </w:pPr>
    <w:rPr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490D2F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490D2F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490D2F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43B85"/>
    <w:rPr>
      <w:rFonts w:ascii="Arial" w:hAnsi="Arial" w:cs="Arial"/>
      <w:sz w:val="20"/>
      <w:szCs w:val="20"/>
      <w:lang w:eastAsia="mk-MK"/>
    </w:rPr>
  </w:style>
  <w:style w:type="paragraph" w:customStyle="1" w:styleId="TableContents">
    <w:name w:val="Table Contents"/>
    <w:basedOn w:val="Normal"/>
    <w:uiPriority w:val="99"/>
    <w:rsid w:val="00490D2F"/>
  </w:style>
  <w:style w:type="paragraph" w:customStyle="1" w:styleId="TableHeading">
    <w:name w:val="Table Heading"/>
    <w:basedOn w:val="TableContents"/>
    <w:uiPriority w:val="99"/>
    <w:rsid w:val="00490D2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1290</Words>
  <Characters>7354</Characters>
  <Application>Microsoft Office Outlook</Application>
  <DocSecurity>0</DocSecurity>
  <Lines>0</Lines>
  <Paragraphs>0</Paragraphs>
  <ScaleCrop>false</ScaleCrop>
  <Company>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WORK</cp:lastModifiedBy>
  <cp:revision>2</cp:revision>
  <cp:lastPrinted>2016-02-22T12:00:00Z</cp:lastPrinted>
  <dcterms:created xsi:type="dcterms:W3CDTF">2017-02-20T12:46:00Z</dcterms:created>
  <dcterms:modified xsi:type="dcterms:W3CDTF">2017-02-20T12:46:00Z</dcterms:modified>
</cp:coreProperties>
</file>